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6155D39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D943E9" w:rsidRPr="00ED4638">
        <w:rPr>
          <w:b/>
          <w:color w:val="FF5200" w:themeColor="accent2"/>
          <w:sz w:val="36"/>
          <w:szCs w:val="36"/>
        </w:rPr>
        <w:t>„</w:t>
      </w:r>
      <w:r w:rsidR="003115A1">
        <w:rPr>
          <w:b/>
          <w:color w:val="FF5200" w:themeColor="accent2"/>
          <w:sz w:val="36"/>
          <w:szCs w:val="36"/>
        </w:rPr>
        <w:t>AKU přetlakový ventilátor</w:t>
      </w:r>
      <w:r w:rsidR="00D943E9" w:rsidRPr="00ED4638">
        <w:rPr>
          <w:b/>
          <w:color w:val="FF5200" w:themeColor="accent2"/>
          <w:sz w:val="36"/>
          <w:szCs w:val="36"/>
        </w:rPr>
        <w:t xml:space="preserve">“ vedené pod </w:t>
      </w:r>
      <w:r w:rsidR="00D943E9" w:rsidRPr="00ED463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644D4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99004</w:t>
      </w:r>
      <w:r w:rsidR="00D943E9" w:rsidRPr="00ED463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/2025-SŽ-GŘ-O</w:t>
      </w:r>
      <w:r w:rsidR="008A344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25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2C6EF2">
          <w:pPr>
            <w:pStyle w:val="Obsah2"/>
          </w:pPr>
          <w:r>
            <w:t>Obsah</w:t>
          </w:r>
        </w:p>
        <w:p w14:paraId="7EC6AC99" w14:textId="40043662" w:rsidR="002C6EF2" w:rsidRDefault="00A93A74" w:rsidP="002C6EF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10907760" w:history="1">
            <w:r w:rsidR="002C6EF2" w:rsidRPr="000F1A67">
              <w:rPr>
                <w:rStyle w:val="Hypertextovodkaz"/>
                <w:noProof/>
              </w:rPr>
              <w:t>Kapitola 1.</w:t>
            </w:r>
            <w:r w:rsidR="002C6EF2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C6EF2" w:rsidRPr="000F1A67">
              <w:rPr>
                <w:rStyle w:val="Hypertextovodkaz"/>
                <w:noProof/>
              </w:rPr>
              <w:t>Základní údaje k nabídce</w:t>
            </w:r>
            <w:r w:rsidR="002C6EF2">
              <w:rPr>
                <w:noProof/>
                <w:webHidden/>
              </w:rPr>
              <w:tab/>
            </w:r>
            <w:r w:rsidR="002C6EF2">
              <w:rPr>
                <w:noProof/>
                <w:webHidden/>
              </w:rPr>
              <w:fldChar w:fldCharType="begin"/>
            </w:r>
            <w:r w:rsidR="002C6EF2">
              <w:rPr>
                <w:noProof/>
                <w:webHidden/>
              </w:rPr>
              <w:instrText xml:space="preserve"> PAGEREF _Toc210907760 \h </w:instrText>
            </w:r>
            <w:r w:rsidR="002C6EF2">
              <w:rPr>
                <w:noProof/>
                <w:webHidden/>
              </w:rPr>
            </w:r>
            <w:r w:rsidR="002C6EF2">
              <w:rPr>
                <w:noProof/>
                <w:webHidden/>
              </w:rPr>
              <w:fldChar w:fldCharType="separate"/>
            </w:r>
            <w:r w:rsidR="008E4EF0">
              <w:rPr>
                <w:noProof/>
                <w:webHidden/>
              </w:rPr>
              <w:t>2</w:t>
            </w:r>
            <w:r w:rsidR="002C6EF2">
              <w:rPr>
                <w:noProof/>
                <w:webHidden/>
              </w:rPr>
              <w:fldChar w:fldCharType="end"/>
            </w:r>
          </w:hyperlink>
        </w:p>
        <w:p w14:paraId="26D86F42" w14:textId="450C4FE4" w:rsidR="002C6EF2" w:rsidRDefault="002C6EF2" w:rsidP="002C6EF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907761" w:history="1">
            <w:r w:rsidRPr="000F1A67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0F1A67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_Toc210907761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4EF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30EC40" w14:textId="3584D923" w:rsidR="002C6EF2" w:rsidRDefault="002C6EF2" w:rsidP="002C6EF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907762" w:history="1">
            <w:r w:rsidRPr="000F1A67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0F1A67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_Toc210907762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4E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E432B5" w14:textId="1ED408C3" w:rsidR="002C6EF2" w:rsidRDefault="002C6EF2" w:rsidP="002C6EF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907763" w:history="1">
            <w:r w:rsidRPr="000F1A67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0F1A67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_Toc210907763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4EF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7A3354" w14:textId="6CA64C17" w:rsidR="002C6EF2" w:rsidRDefault="002C6EF2" w:rsidP="002C6EF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907764" w:history="1">
            <w:r w:rsidRPr="000F1A67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0F1A67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_Toc210907764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4EF0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0FF4BB" w14:textId="2770AFD2" w:rsidR="002C6EF2" w:rsidRDefault="002C6EF2" w:rsidP="002C6EF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907765" w:history="1">
            <w:r w:rsidRPr="000F1A67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0F1A67">
              <w:rPr>
                <w:rStyle w:val="Hypertextovodkaz"/>
                <w:noProof/>
              </w:rPr>
              <w:t>Čestné</w:t>
            </w:r>
            <w:r w:rsidRPr="000F1A67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_Toc210907765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4EF0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2C9441" w14:textId="47435D53" w:rsidR="002C6EF2" w:rsidRDefault="002C6EF2" w:rsidP="002C6EF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0907766" w:history="1">
            <w:r w:rsidRPr="000F1A67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0F1A67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_Toc210907766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E4EF0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0740782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10907760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4DCF9C7F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D943E9">
        <w:t xml:space="preserve">jako </w:t>
      </w:r>
      <w:r w:rsidR="000128D4" w:rsidRPr="00D943E9">
        <w:rPr>
          <w:rFonts w:eastAsia="Times New Roman" w:cs="Times New Roman"/>
          <w:lang w:eastAsia="cs-CZ"/>
        </w:rPr>
        <w:t>podlimitní sektorovou veřejnou zakázku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8E4EF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8E4EF0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210907761"/>
      <w:r>
        <w:lastRenderedPageBreak/>
        <w:t>Ceník</w:t>
      </w:r>
      <w:bookmarkEnd w:id="1"/>
    </w:p>
    <w:p w14:paraId="3E5E9B0F" w14:textId="741AB036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</w:t>
      </w:r>
      <w:r w:rsidR="005B1AF9" w:rsidRPr="005B1AF9">
        <w:rPr>
          <w:rStyle w:val="Siln"/>
          <w:b w:val="0"/>
          <w:bCs w:val="0"/>
        </w:rPr>
        <w:t xml:space="preserve">budoucí příloha č. </w:t>
      </w:r>
      <w:r w:rsidR="008E4EF0">
        <w:rPr>
          <w:rStyle w:val="Siln"/>
          <w:b w:val="0"/>
          <w:bCs w:val="0"/>
        </w:rPr>
        <w:t>5</w:t>
      </w:r>
      <w:r w:rsidR="005B1AF9" w:rsidRPr="005B1AF9">
        <w:rPr>
          <w:rStyle w:val="Siln"/>
          <w:b w:val="0"/>
          <w:bCs w:val="0"/>
        </w:rPr>
        <w:t xml:space="preserve"> Závazného vzoru smlouvy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even" r:id="rId16"/>
          <w:headerReference w:type="default" r:id="rId17"/>
          <w:headerReference w:type="first" r:id="rId18"/>
          <w:footerReference w:type="first" r:id="rId19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10907762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20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1090776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210907764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10907765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2BC4BE4" w14:textId="77777777" w:rsidR="00D943E9" w:rsidRDefault="00D943E9" w:rsidP="00D943E9">
      <w:pPr>
        <w:rPr>
          <w:rFonts w:eastAsia="Times New Roman" w:cs="Times New Roman"/>
          <w:lang w:eastAsia="cs-CZ"/>
        </w:rPr>
      </w:pPr>
    </w:p>
    <w:p w14:paraId="6C7E7D2A" w14:textId="77777777" w:rsidR="002C6EF2" w:rsidRDefault="002C6EF2" w:rsidP="00D943E9">
      <w:pPr>
        <w:rPr>
          <w:rFonts w:eastAsia="Times New Roman" w:cs="Times New Roman"/>
          <w:lang w:eastAsia="cs-CZ"/>
        </w:rPr>
      </w:pPr>
    </w:p>
    <w:p w14:paraId="1E77F71C" w14:textId="77777777" w:rsidR="002C6EF2" w:rsidRDefault="002C6EF2" w:rsidP="00D943E9">
      <w:pPr>
        <w:rPr>
          <w:rFonts w:eastAsia="Times New Roman" w:cs="Times New Roman"/>
          <w:lang w:eastAsia="cs-CZ"/>
        </w:rPr>
      </w:pPr>
    </w:p>
    <w:p w14:paraId="38C472A0" w14:textId="77777777" w:rsidR="002C6EF2" w:rsidRDefault="002C6EF2" w:rsidP="00D943E9">
      <w:pPr>
        <w:rPr>
          <w:rFonts w:eastAsia="Times New Roman" w:cs="Times New Roman"/>
          <w:lang w:eastAsia="cs-CZ"/>
        </w:rPr>
      </w:pPr>
    </w:p>
    <w:p w14:paraId="14945DB4" w14:textId="77777777" w:rsidR="002C6EF2" w:rsidRDefault="002C6EF2" w:rsidP="00D943E9">
      <w:pPr>
        <w:rPr>
          <w:rFonts w:eastAsia="Times New Roman" w:cs="Times New Roman"/>
          <w:lang w:eastAsia="cs-CZ"/>
        </w:rPr>
      </w:pPr>
    </w:p>
    <w:p w14:paraId="702E985A" w14:textId="77777777" w:rsidR="002C6EF2" w:rsidRDefault="002C6EF2" w:rsidP="00D943E9">
      <w:pPr>
        <w:rPr>
          <w:rFonts w:eastAsia="Times New Roman" w:cs="Times New Roman"/>
          <w:lang w:eastAsia="cs-CZ"/>
        </w:rPr>
      </w:pPr>
    </w:p>
    <w:p w14:paraId="44237764" w14:textId="77777777" w:rsidR="002C6EF2" w:rsidRDefault="002C6EF2" w:rsidP="00D943E9">
      <w:pPr>
        <w:rPr>
          <w:rFonts w:eastAsia="Times New Roman" w:cs="Times New Roman"/>
          <w:lang w:eastAsia="cs-CZ"/>
        </w:rPr>
      </w:pPr>
    </w:p>
    <w:p w14:paraId="6A0239E4" w14:textId="77777777" w:rsidR="002C6EF2" w:rsidRPr="00E85D44" w:rsidRDefault="002C6EF2" w:rsidP="002C6EF2">
      <w:pPr>
        <w:pStyle w:val="Nadpis2"/>
      </w:pPr>
      <w:bookmarkStart w:id="6" w:name="_Toc157769563"/>
      <w:bookmarkStart w:id="7" w:name="_Toc210380368"/>
      <w:bookmarkStart w:id="8" w:name="_Toc210907766"/>
      <w:r w:rsidRPr="00E85D44">
        <w:lastRenderedPageBreak/>
        <w:t>Čestné prohlášení o splnění technické kvalifikace</w:t>
      </w:r>
      <w:bookmarkEnd w:id="6"/>
      <w:bookmarkEnd w:id="7"/>
      <w:bookmarkEnd w:id="8"/>
    </w:p>
    <w:p w14:paraId="7273CA99" w14:textId="45F14804" w:rsidR="002C6EF2" w:rsidRDefault="002C6EF2" w:rsidP="002C6EF2">
      <w:pPr>
        <w:rPr>
          <w:lang w:eastAsia="cs-CZ"/>
        </w:rPr>
      </w:pPr>
      <w:r>
        <w:rPr>
          <w:lang w:eastAsia="cs-CZ"/>
        </w:rPr>
        <w:t xml:space="preserve">Účastník, který podává tuto </w:t>
      </w:r>
      <w:r w:rsidRPr="000128D4">
        <w:rPr>
          <w:lang w:eastAsia="cs-CZ"/>
        </w:rPr>
        <w:t>nabídku, tímto</w:t>
      </w:r>
      <w:r>
        <w:rPr>
          <w:lang w:eastAsia="cs-CZ"/>
        </w:rPr>
        <w:t xml:space="preserve"> čestně prohlašuje, že za poslední 3 roky před zahájením výběrového řízení poskytoval </w:t>
      </w:r>
      <w:r w:rsidRPr="002C6EF2">
        <w:rPr>
          <w:lang w:eastAsia="cs-CZ"/>
        </w:rPr>
        <w:t>alespoň 1 významnou dodávku</w:t>
      </w:r>
      <w:r>
        <w:rPr>
          <w:lang w:eastAsia="cs-CZ"/>
        </w:rPr>
        <w:t xml:space="preserve"> definovanou v čl. 9.5.1. Výzvy k podání nabídky v minimálním finančním objemu 100 000,- Kč bez DPH.</w:t>
      </w:r>
    </w:p>
    <w:p w14:paraId="5F304990" w14:textId="77777777" w:rsidR="002C6EF2" w:rsidRDefault="002C6EF2" w:rsidP="002C6EF2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2C6EF2" w14:paraId="4321DFFC" w14:textId="77777777" w:rsidTr="006A25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5A830E6D" w14:textId="77777777" w:rsidR="002C6EF2" w:rsidRDefault="002C6EF2" w:rsidP="006A25E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70CD41C3" w14:textId="77777777" w:rsidR="002C6EF2" w:rsidRDefault="002C6EF2" w:rsidP="006A25ED">
            <w:pPr>
              <w:suppressAutoHyphens/>
              <w:spacing w:line="216" w:lineRule="auto"/>
              <w:jc w:val="left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0D60D1B3" w14:textId="77777777" w:rsidR="002C6EF2" w:rsidRPr="00471B29" w:rsidRDefault="002C6EF2" w:rsidP="006A25ED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56597D3E" w14:textId="77777777" w:rsidR="002C6EF2" w:rsidRDefault="002C6EF2" w:rsidP="006A25ED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42269CB9" w14:textId="77777777" w:rsidR="002C6EF2" w:rsidRPr="00471B29" w:rsidRDefault="002C6EF2" w:rsidP="006A25ED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5E573FF2" w14:textId="77777777" w:rsidR="002C6EF2" w:rsidRPr="00AC4D8C" w:rsidRDefault="002C6EF2" w:rsidP="006A25ED">
            <w:pPr>
              <w:suppressAutoHyphens/>
              <w:spacing w:line="216" w:lineRule="auto"/>
              <w:rPr>
                <w:rStyle w:val="Siln"/>
                <w:b/>
                <w:bCs w:val="0"/>
              </w:rPr>
            </w:pPr>
            <w:r w:rsidRPr="00AC4D8C">
              <w:rPr>
                <w:rStyle w:val="Siln"/>
                <w:bCs w:val="0"/>
              </w:rPr>
              <w:t xml:space="preserve">Doba realizace </w:t>
            </w:r>
          </w:p>
          <w:p w14:paraId="543CFF7A" w14:textId="77777777" w:rsidR="002C6EF2" w:rsidRDefault="002C6EF2" w:rsidP="006A25ED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>(datum od-do, v rámci 3 kalendářních let nazpět před zahájením výběrového řízení)</w:t>
            </w:r>
          </w:p>
        </w:tc>
      </w:tr>
      <w:tr w:rsidR="002C6EF2" w14:paraId="7A492877" w14:textId="77777777" w:rsidTr="006A25ED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A9946" w14:textId="77777777" w:rsidR="002C6EF2" w:rsidRDefault="002C6EF2" w:rsidP="006A25E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6B3ED" w14:textId="77777777" w:rsidR="002C6EF2" w:rsidRDefault="002C6EF2" w:rsidP="006A25E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16145FF" w14:textId="77777777" w:rsidR="002C6EF2" w:rsidRDefault="002C6EF2" w:rsidP="006A25E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6F245" w14:textId="77777777" w:rsidR="002C6EF2" w:rsidRDefault="002C6EF2" w:rsidP="006A25E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C6EF2" w14:paraId="0A945FE8" w14:textId="77777777" w:rsidTr="002C6EF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9A7DC3A" w14:textId="77777777" w:rsidR="002C6EF2" w:rsidRDefault="002C6EF2" w:rsidP="006A25E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7B8806C" w14:textId="77777777" w:rsidR="002C6EF2" w:rsidRDefault="002C6EF2" w:rsidP="006A25ED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C23A9E5" w14:textId="77777777" w:rsidR="002C6EF2" w:rsidRDefault="002C6EF2" w:rsidP="006A25ED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F3976ED" w14:textId="77777777" w:rsidR="002C6EF2" w:rsidRDefault="002C6EF2" w:rsidP="006A25E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0B0F6E2C" w14:textId="77777777" w:rsidR="002C6EF2" w:rsidRDefault="002C6EF2" w:rsidP="00D943E9">
      <w:pPr>
        <w:rPr>
          <w:rFonts w:eastAsia="Times New Roman" w:cs="Times New Roman"/>
          <w:lang w:eastAsia="cs-CZ"/>
        </w:rPr>
      </w:pPr>
    </w:p>
    <w:p w14:paraId="31C94B55" w14:textId="77777777" w:rsidR="002C6EF2" w:rsidRDefault="002C6EF2" w:rsidP="00D943E9">
      <w:pPr>
        <w:rPr>
          <w:rFonts w:eastAsia="Times New Roman" w:cs="Times New Roman"/>
          <w:lang w:eastAsia="cs-CZ"/>
        </w:rPr>
      </w:pPr>
    </w:p>
    <w:p w14:paraId="6722F106" w14:textId="77777777" w:rsidR="002C6EF2" w:rsidRDefault="002C6EF2" w:rsidP="00D943E9">
      <w:pPr>
        <w:rPr>
          <w:rFonts w:eastAsia="Times New Roman" w:cs="Times New Roman"/>
          <w:lang w:eastAsia="cs-CZ"/>
        </w:rPr>
      </w:pPr>
    </w:p>
    <w:p w14:paraId="12104627" w14:textId="77777777" w:rsidR="002C6EF2" w:rsidRDefault="002C6EF2" w:rsidP="00D943E9">
      <w:pPr>
        <w:rPr>
          <w:rFonts w:eastAsia="Times New Roman" w:cs="Times New Roman"/>
          <w:lang w:eastAsia="cs-CZ"/>
        </w:rPr>
      </w:pPr>
    </w:p>
    <w:p w14:paraId="1CD6ADAD" w14:textId="77777777" w:rsidR="002C6EF2" w:rsidRDefault="002C6EF2" w:rsidP="00D943E9">
      <w:pPr>
        <w:rPr>
          <w:rFonts w:eastAsia="Times New Roman" w:cs="Times New Roman"/>
          <w:lang w:eastAsia="cs-CZ"/>
        </w:rPr>
      </w:pPr>
    </w:p>
    <w:p w14:paraId="6DF95F57" w14:textId="77777777" w:rsidR="002C6EF2" w:rsidRDefault="002C6EF2" w:rsidP="00D943E9">
      <w:pPr>
        <w:rPr>
          <w:rFonts w:eastAsia="Times New Roman" w:cs="Times New Roman"/>
          <w:lang w:eastAsia="cs-CZ"/>
        </w:rPr>
      </w:pPr>
    </w:p>
    <w:p w14:paraId="255BB928" w14:textId="77777777" w:rsidR="002C6EF2" w:rsidRDefault="002C6EF2" w:rsidP="00D943E9">
      <w:pPr>
        <w:rPr>
          <w:rFonts w:eastAsia="Times New Roman" w:cs="Times New Roman"/>
          <w:lang w:eastAsia="cs-CZ"/>
        </w:rPr>
      </w:pPr>
    </w:p>
    <w:p w14:paraId="4CBD13CD" w14:textId="77777777" w:rsidR="002C6EF2" w:rsidRDefault="002C6EF2" w:rsidP="00D943E9">
      <w:pPr>
        <w:rPr>
          <w:rFonts w:eastAsia="Times New Roman" w:cs="Times New Roman"/>
          <w:lang w:eastAsia="cs-CZ"/>
        </w:rPr>
      </w:pPr>
    </w:p>
    <w:p w14:paraId="765BA080" w14:textId="77777777" w:rsidR="002C6EF2" w:rsidRDefault="002C6EF2" w:rsidP="00D943E9">
      <w:pPr>
        <w:rPr>
          <w:rFonts w:eastAsia="Times New Roman" w:cs="Times New Roman"/>
          <w:lang w:eastAsia="cs-CZ"/>
        </w:rPr>
      </w:pPr>
    </w:p>
    <w:p w14:paraId="2BBAEF62" w14:textId="77777777" w:rsidR="002C6EF2" w:rsidRDefault="002C6EF2" w:rsidP="00D943E9">
      <w:pPr>
        <w:rPr>
          <w:rFonts w:eastAsia="Times New Roman" w:cs="Times New Roman"/>
          <w:lang w:eastAsia="cs-CZ"/>
        </w:rPr>
      </w:pPr>
    </w:p>
    <w:p w14:paraId="31F56083" w14:textId="77777777" w:rsidR="002C6EF2" w:rsidRDefault="002C6EF2" w:rsidP="00D943E9">
      <w:pPr>
        <w:rPr>
          <w:rFonts w:eastAsia="Times New Roman" w:cs="Times New Roman"/>
          <w:lang w:eastAsia="cs-CZ"/>
        </w:rPr>
      </w:pPr>
    </w:p>
    <w:p w14:paraId="7547DA6F" w14:textId="77777777" w:rsidR="00D943E9" w:rsidRDefault="00D943E9" w:rsidP="00D943E9">
      <w:pPr>
        <w:rPr>
          <w:rFonts w:eastAsia="Times New Roman" w:cs="Times New Roman"/>
          <w:lang w:eastAsia="cs-CZ"/>
        </w:rPr>
      </w:pPr>
    </w:p>
    <w:p w14:paraId="0B34B067" w14:textId="6CB84BFB" w:rsidR="002126E7" w:rsidRPr="00D943E9" w:rsidRDefault="002126E7" w:rsidP="00D943E9">
      <w:pPr>
        <w:rPr>
          <w:rFonts w:eastAsia="Times New Roman" w:cs="Times New Roman"/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CFA28" w14:textId="77777777" w:rsidR="005B4FA9" w:rsidRDefault="005B4FA9" w:rsidP="00962258">
      <w:pPr>
        <w:spacing w:after="0" w:line="240" w:lineRule="auto"/>
      </w:pPr>
      <w:r>
        <w:separator/>
      </w:r>
    </w:p>
  </w:endnote>
  <w:endnote w:type="continuationSeparator" w:id="0">
    <w:p w14:paraId="761D8BD7" w14:textId="77777777" w:rsidR="005B4FA9" w:rsidRDefault="005B4FA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033D3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32FA96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E95EC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F919AF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E3709D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FA4665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3DB4B" w14:textId="77777777" w:rsidR="005B4FA9" w:rsidRDefault="005B4FA9" w:rsidP="00962258">
      <w:pPr>
        <w:spacing w:after="0" w:line="240" w:lineRule="auto"/>
      </w:pPr>
      <w:r>
        <w:separator/>
      </w:r>
    </w:p>
  </w:footnote>
  <w:footnote w:type="continuationSeparator" w:id="0">
    <w:p w14:paraId="0E76F468" w14:textId="77777777" w:rsidR="005B4FA9" w:rsidRDefault="005B4FA9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6EBC3" w14:textId="58212F14" w:rsidR="008A3440" w:rsidRDefault="008A344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34D19" w14:textId="0AB4E0D0" w:rsidR="008A3440" w:rsidRDefault="008A344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28C0E243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817C7" w14:textId="70F6023D" w:rsidR="008A3440" w:rsidRDefault="008A3440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73D40" w14:textId="04EC1BE0" w:rsidR="008A3440" w:rsidRDefault="008A3440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610E8408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60D55"/>
    <w:rsid w:val="0027438E"/>
    <w:rsid w:val="00280E07"/>
    <w:rsid w:val="00293E5A"/>
    <w:rsid w:val="002C31BF"/>
    <w:rsid w:val="002C6EF2"/>
    <w:rsid w:val="002D08B1"/>
    <w:rsid w:val="002E0CD7"/>
    <w:rsid w:val="002F50CD"/>
    <w:rsid w:val="00304B06"/>
    <w:rsid w:val="0031030C"/>
    <w:rsid w:val="003115A1"/>
    <w:rsid w:val="0031280B"/>
    <w:rsid w:val="00320A47"/>
    <w:rsid w:val="00321D98"/>
    <w:rsid w:val="003221F2"/>
    <w:rsid w:val="00341DCF"/>
    <w:rsid w:val="00354C5C"/>
    <w:rsid w:val="00357BC6"/>
    <w:rsid w:val="0036634F"/>
    <w:rsid w:val="00375D95"/>
    <w:rsid w:val="003956C6"/>
    <w:rsid w:val="003A4514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16686"/>
    <w:rsid w:val="00523EA7"/>
    <w:rsid w:val="00553375"/>
    <w:rsid w:val="00557C28"/>
    <w:rsid w:val="005736B7"/>
    <w:rsid w:val="00575E5A"/>
    <w:rsid w:val="005930C5"/>
    <w:rsid w:val="005B1AF9"/>
    <w:rsid w:val="005B219F"/>
    <w:rsid w:val="005B4FA9"/>
    <w:rsid w:val="005D2E61"/>
    <w:rsid w:val="005D7E39"/>
    <w:rsid w:val="005F1404"/>
    <w:rsid w:val="00607EAC"/>
    <w:rsid w:val="0061068E"/>
    <w:rsid w:val="00613242"/>
    <w:rsid w:val="00626DB3"/>
    <w:rsid w:val="00633D9C"/>
    <w:rsid w:val="00644D44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3A8A"/>
    <w:rsid w:val="00784411"/>
    <w:rsid w:val="007846E1"/>
    <w:rsid w:val="00790585"/>
    <w:rsid w:val="007B570C"/>
    <w:rsid w:val="007B6D10"/>
    <w:rsid w:val="007C0237"/>
    <w:rsid w:val="007C3297"/>
    <w:rsid w:val="007C589B"/>
    <w:rsid w:val="007E4210"/>
    <w:rsid w:val="007E4A6E"/>
    <w:rsid w:val="007E5951"/>
    <w:rsid w:val="007F56A7"/>
    <w:rsid w:val="00807DD0"/>
    <w:rsid w:val="00840C78"/>
    <w:rsid w:val="0084684F"/>
    <w:rsid w:val="00861306"/>
    <w:rsid w:val="008659F3"/>
    <w:rsid w:val="008671B3"/>
    <w:rsid w:val="00882189"/>
    <w:rsid w:val="008858A9"/>
    <w:rsid w:val="00886D4B"/>
    <w:rsid w:val="00895406"/>
    <w:rsid w:val="008A3440"/>
    <w:rsid w:val="008A3568"/>
    <w:rsid w:val="008B1A2C"/>
    <w:rsid w:val="008D03B9"/>
    <w:rsid w:val="008E4EF0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0866"/>
    <w:rsid w:val="009771C9"/>
    <w:rsid w:val="009833E1"/>
    <w:rsid w:val="00992D9C"/>
    <w:rsid w:val="00996617"/>
    <w:rsid w:val="00996CB8"/>
    <w:rsid w:val="009A18ED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32E4C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AD77B0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D1386"/>
    <w:rsid w:val="00CD1FC4"/>
    <w:rsid w:val="00CF53B5"/>
    <w:rsid w:val="00D13D53"/>
    <w:rsid w:val="00D21061"/>
    <w:rsid w:val="00D247B3"/>
    <w:rsid w:val="00D4108E"/>
    <w:rsid w:val="00D6163D"/>
    <w:rsid w:val="00D73D46"/>
    <w:rsid w:val="00D831A3"/>
    <w:rsid w:val="00D943E9"/>
    <w:rsid w:val="00DC75F3"/>
    <w:rsid w:val="00DD46F3"/>
    <w:rsid w:val="00DE1BFA"/>
    <w:rsid w:val="00DE56F2"/>
    <w:rsid w:val="00DF116D"/>
    <w:rsid w:val="00E24F64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0EFA"/>
    <w:rsid w:val="00F92C76"/>
    <w:rsid w:val="00FA5E88"/>
    <w:rsid w:val="00FC4B68"/>
    <w:rsid w:val="00FC5583"/>
    <w:rsid w:val="00FC6389"/>
    <w:rsid w:val="00FD54F3"/>
    <w:rsid w:val="00FE674A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2C6EF2"/>
    <w:pPr>
      <w:tabs>
        <w:tab w:val="left" w:pos="1320"/>
        <w:tab w:val="right" w:leader="dot" w:pos="8692"/>
      </w:tabs>
      <w:spacing w:after="100"/>
      <w:ind w:left="1276" w:hanging="1096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8</Pages>
  <Words>1242</Words>
  <Characters>7332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Kresová Petra, Bc.</cp:lastModifiedBy>
  <cp:revision>5</cp:revision>
  <cp:lastPrinted>2025-10-15T08:06:00Z</cp:lastPrinted>
  <dcterms:created xsi:type="dcterms:W3CDTF">2025-08-25T07:41:00Z</dcterms:created>
  <dcterms:modified xsi:type="dcterms:W3CDTF">2025-10-15T08:06:00Z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